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64C" w:rsidRDefault="0062464C">
      <w:bookmarkStart w:id="0" w:name="_GoBack"/>
      <w:bookmarkEnd w:id="0"/>
    </w:p>
    <w:p w:rsidR="003D0804" w:rsidRDefault="00B34558" w:rsidP="0062464C">
      <w:pPr>
        <w:spacing w:line="300" w:lineRule="auto"/>
      </w:pPr>
      <w:r>
        <w:t>Škola</w:t>
      </w:r>
      <w:r w:rsidR="0062464C">
        <w:t>: .................................................................................................................................</w:t>
      </w:r>
    </w:p>
    <w:p w:rsidR="0062464C" w:rsidRDefault="0062464C" w:rsidP="0062464C">
      <w:pPr>
        <w:spacing w:line="300" w:lineRule="auto"/>
      </w:pPr>
    </w:p>
    <w:p w:rsidR="00B34558" w:rsidRPr="00117648" w:rsidRDefault="00A92FE6" w:rsidP="00A92FE6">
      <w:pPr>
        <w:spacing w:after="120" w:line="300" w:lineRule="auto"/>
        <w:jc w:val="center"/>
        <w:rPr>
          <w:b/>
          <w:sz w:val="32"/>
        </w:rPr>
      </w:pPr>
      <w:r>
        <w:rPr>
          <w:b/>
          <w:sz w:val="32"/>
        </w:rPr>
        <w:t xml:space="preserve">ZÁPIS </w:t>
      </w:r>
    </w:p>
    <w:p w:rsidR="00B34558" w:rsidRPr="00A92FE6" w:rsidRDefault="007D7BE9" w:rsidP="00A92FE6">
      <w:pPr>
        <w:jc w:val="center"/>
        <w:rPr>
          <w:b/>
          <w:sz w:val="32"/>
        </w:rPr>
      </w:pPr>
      <w:r>
        <w:rPr>
          <w:b/>
          <w:sz w:val="32"/>
        </w:rPr>
        <w:t>o</w:t>
      </w:r>
      <w:r w:rsidR="00B34558" w:rsidRPr="00A92FE6">
        <w:rPr>
          <w:b/>
          <w:sz w:val="32"/>
        </w:rPr>
        <w:t xml:space="preserve"> overen</w:t>
      </w:r>
      <w:r>
        <w:rPr>
          <w:b/>
          <w:sz w:val="32"/>
        </w:rPr>
        <w:t>í</w:t>
      </w:r>
      <w:r w:rsidR="00B34558" w:rsidRPr="00A92FE6">
        <w:rPr>
          <w:b/>
          <w:sz w:val="32"/>
        </w:rPr>
        <w:t xml:space="preserve"> odbornej spôsobilosti </w:t>
      </w:r>
      <w:r w:rsidR="003C687B" w:rsidRPr="00BB674E">
        <w:rPr>
          <w:b/>
          <w:sz w:val="32"/>
        </w:rPr>
        <w:t>na vykonávanie činnosti na</w:t>
      </w:r>
      <w:r w:rsidR="00BB674E">
        <w:rPr>
          <w:b/>
          <w:sz w:val="32"/>
        </w:rPr>
        <w:t> </w:t>
      </w:r>
      <w:r w:rsidR="003C687B" w:rsidRPr="00BB674E">
        <w:rPr>
          <w:b/>
          <w:sz w:val="32"/>
        </w:rPr>
        <w:t>technických zariadeniach elektrických ako elektrotechnik</w:t>
      </w:r>
      <w:r w:rsidR="003C687B" w:rsidRPr="00A92FE6">
        <w:rPr>
          <w:b/>
          <w:sz w:val="32"/>
        </w:rPr>
        <w:t xml:space="preserve"> </w:t>
      </w:r>
    </w:p>
    <w:p w:rsidR="0062464C" w:rsidRDefault="0062464C" w:rsidP="0062464C">
      <w:pPr>
        <w:tabs>
          <w:tab w:val="right" w:leader="dot" w:pos="6663"/>
        </w:tabs>
        <w:spacing w:line="300" w:lineRule="auto"/>
      </w:pPr>
    </w:p>
    <w:p w:rsidR="0062464C" w:rsidRDefault="00A92FE6" w:rsidP="00A92FE6">
      <w:pPr>
        <w:tabs>
          <w:tab w:val="right" w:leader="dot" w:pos="8931"/>
        </w:tabs>
        <w:spacing w:after="120" w:line="300" w:lineRule="auto"/>
      </w:pPr>
      <w:r>
        <w:t>Meno a priezvisko</w:t>
      </w:r>
      <w:r w:rsidR="00117648">
        <w:t xml:space="preserve">: </w:t>
      </w:r>
      <w:r>
        <w:t xml:space="preserve"> </w:t>
      </w:r>
      <w:r w:rsidR="00117648">
        <w:tab/>
      </w:r>
    </w:p>
    <w:p w:rsidR="00A92FE6" w:rsidRDefault="00A92FE6" w:rsidP="00A92FE6">
      <w:pPr>
        <w:tabs>
          <w:tab w:val="right" w:leader="dot" w:pos="8931"/>
        </w:tabs>
        <w:spacing w:after="120" w:line="300" w:lineRule="auto"/>
      </w:pPr>
      <w:r>
        <w:t xml:space="preserve">Dátum a miesto narodenia:  </w:t>
      </w:r>
      <w:r>
        <w:tab/>
      </w:r>
    </w:p>
    <w:p w:rsidR="00A92FE6" w:rsidRDefault="0037394A" w:rsidP="00A92FE6">
      <w:pPr>
        <w:tabs>
          <w:tab w:val="right" w:leader="dot" w:pos="8931"/>
        </w:tabs>
        <w:spacing w:after="120" w:line="300" w:lineRule="auto"/>
      </w:pPr>
      <w:r>
        <w:t>Odbor vzdelávania</w:t>
      </w:r>
      <w:r w:rsidR="00A92FE6">
        <w:t xml:space="preserve">: </w:t>
      </w:r>
      <w:r w:rsidR="00A92FE6">
        <w:tab/>
      </w:r>
    </w:p>
    <w:p w:rsidR="00A92FE6" w:rsidRDefault="00A92FE6" w:rsidP="00A92FE6">
      <w:pPr>
        <w:tabs>
          <w:tab w:val="right" w:leader="dot" w:pos="8931"/>
        </w:tabs>
        <w:spacing w:after="120" w:line="300" w:lineRule="auto"/>
      </w:pPr>
      <w:r>
        <w:t xml:space="preserve">Rozsah: </w:t>
      </w:r>
      <w:r>
        <w:tab/>
      </w:r>
    </w:p>
    <w:p w:rsidR="00117648" w:rsidRDefault="00A92FE6" w:rsidP="00A92FE6">
      <w:pPr>
        <w:tabs>
          <w:tab w:val="right" w:leader="dot" w:pos="8931"/>
        </w:tabs>
        <w:spacing w:after="120" w:line="276" w:lineRule="auto"/>
      </w:pPr>
      <w:r>
        <w:t xml:space="preserve">vykonal overenie odbornej spôsobilosti </w:t>
      </w:r>
      <w:r w:rsidR="002D7807">
        <w:t xml:space="preserve">na vykonávanie činnosti na technických zariadeniach elektrických ako elektrotechnik </w:t>
      </w:r>
      <w:r w:rsidRPr="00A92FE6">
        <w:t>podľa § 21 ods. 3 vyhlášky Ministerstva práce sociálnych vecí a rodiny Slovenskej republiky č. 508/2009 Z. z., ktorou sa ustanovujú podrobnosti na zaistenie bezpečnosti a ochrany zdravia pri práci s technickými zariadeniami tlakovými, zdvíhacími, elektrickými a plynovými a ktorou sa ustanovujú technické zariadenia, ktoré sa považujú za vyhradené technické zariadenia</w:t>
      </w:r>
      <w:r>
        <w:t xml:space="preserve"> s nasledovnými výsledkami:</w:t>
      </w:r>
    </w:p>
    <w:p w:rsidR="00A92FE6" w:rsidRDefault="0037394A" w:rsidP="00BB674E">
      <w:pPr>
        <w:numPr>
          <w:ilvl w:val="0"/>
          <w:numId w:val="2"/>
        </w:numPr>
        <w:tabs>
          <w:tab w:val="left" w:pos="426"/>
          <w:tab w:val="center" w:pos="7513"/>
        </w:tabs>
        <w:spacing w:after="120" w:line="276" w:lineRule="auto"/>
        <w:ind w:left="426" w:right="2974" w:hanging="426"/>
        <w:jc w:val="left"/>
      </w:pPr>
      <w:r>
        <w:t>P</w:t>
      </w:r>
      <w:r w:rsidR="002D7807">
        <w:t>rávne predpisy a ostatné predpisy</w:t>
      </w:r>
      <w:r>
        <w:t>, ktoré upravujú</w:t>
      </w:r>
      <w:r w:rsidR="002D7807">
        <w:t xml:space="preserve"> b</w:t>
      </w:r>
      <w:r w:rsidR="00A92FE6">
        <w:t>ezpečnos</w:t>
      </w:r>
      <w:r>
        <w:t xml:space="preserve">ť </w:t>
      </w:r>
      <w:r w:rsidR="00A92FE6">
        <w:t>a ochran</w:t>
      </w:r>
      <w:r>
        <w:t>u</w:t>
      </w:r>
      <w:r w:rsidR="00A92FE6">
        <w:t xml:space="preserve"> zdravia pri práci</w:t>
      </w:r>
      <w:r w:rsidR="00E6245A">
        <w:t xml:space="preserve"> a</w:t>
      </w:r>
      <w:r w:rsidR="00BB674E">
        <w:t> </w:t>
      </w:r>
      <w:r w:rsidR="002D7807">
        <w:t>bezpečnos</w:t>
      </w:r>
      <w:r>
        <w:t>ť</w:t>
      </w:r>
      <w:r w:rsidR="002D7807">
        <w:t xml:space="preserve"> </w:t>
      </w:r>
      <w:r w:rsidR="00A92FE6">
        <w:t>technických zariadení elektrických:</w:t>
      </w:r>
      <w:r w:rsidR="00A92FE6">
        <w:tab/>
        <w:t>vyhovel – nevyhovel</w:t>
      </w:r>
    </w:p>
    <w:p w:rsidR="00A92FE6" w:rsidRDefault="00A92FE6" w:rsidP="00BB674E">
      <w:pPr>
        <w:numPr>
          <w:ilvl w:val="0"/>
          <w:numId w:val="2"/>
        </w:numPr>
        <w:tabs>
          <w:tab w:val="left" w:pos="426"/>
          <w:tab w:val="center" w:pos="7513"/>
        </w:tabs>
        <w:spacing w:after="120" w:line="276" w:lineRule="auto"/>
        <w:ind w:left="426" w:right="2974" w:hanging="426"/>
      </w:pPr>
      <w:r>
        <w:t>Zásady ochrany pred úrazom elektrickým prúdom:</w:t>
      </w:r>
      <w:r>
        <w:tab/>
        <w:t>vyhovel – nevyhovel</w:t>
      </w:r>
    </w:p>
    <w:p w:rsidR="00A92FE6" w:rsidRDefault="00A92FE6" w:rsidP="00BB674E">
      <w:pPr>
        <w:numPr>
          <w:ilvl w:val="0"/>
          <w:numId w:val="2"/>
        </w:numPr>
        <w:tabs>
          <w:tab w:val="left" w:pos="426"/>
          <w:tab w:val="center" w:pos="7513"/>
        </w:tabs>
        <w:spacing w:after="120" w:line="276" w:lineRule="auto"/>
        <w:ind w:left="426" w:right="2974" w:hanging="426"/>
        <w:jc w:val="left"/>
      </w:pPr>
      <w:r>
        <w:t>Postup pri zabezpečovaní prvej pomoci pri úraze elektrickým prúdom:</w:t>
      </w:r>
      <w:r>
        <w:tab/>
        <w:t>vyhovel – nevyhovel</w:t>
      </w:r>
    </w:p>
    <w:p w:rsidR="00A92FE6" w:rsidRDefault="00A92FE6" w:rsidP="00A92FE6">
      <w:pPr>
        <w:tabs>
          <w:tab w:val="left" w:pos="426"/>
          <w:tab w:val="center" w:pos="7513"/>
        </w:tabs>
        <w:spacing w:after="120" w:line="276" w:lineRule="auto"/>
        <w:ind w:right="3400"/>
        <w:jc w:val="left"/>
        <w:rPr>
          <w:b/>
        </w:rPr>
      </w:pPr>
    </w:p>
    <w:p w:rsidR="00A92FE6" w:rsidRPr="00A92FE6" w:rsidRDefault="00A92FE6" w:rsidP="00A92FE6">
      <w:pPr>
        <w:tabs>
          <w:tab w:val="left" w:pos="426"/>
          <w:tab w:val="center" w:pos="7513"/>
        </w:tabs>
        <w:spacing w:after="120" w:line="276" w:lineRule="auto"/>
        <w:ind w:right="3400"/>
        <w:jc w:val="left"/>
        <w:rPr>
          <w:b/>
        </w:rPr>
      </w:pPr>
      <w:r w:rsidRPr="00A92FE6">
        <w:rPr>
          <w:b/>
        </w:rPr>
        <w:t>Celkové hodnotenie:</w:t>
      </w:r>
      <w:r w:rsidRPr="00A92FE6">
        <w:rPr>
          <w:b/>
        </w:rPr>
        <w:tab/>
        <w:t>vyhovel – nevyhovel</w:t>
      </w:r>
    </w:p>
    <w:p w:rsidR="00A92FE6" w:rsidRDefault="00A92FE6" w:rsidP="00A92FE6">
      <w:pPr>
        <w:tabs>
          <w:tab w:val="left" w:pos="426"/>
          <w:tab w:val="center" w:pos="7513"/>
        </w:tabs>
        <w:spacing w:after="120" w:line="276" w:lineRule="auto"/>
      </w:pPr>
    </w:p>
    <w:p w:rsidR="00A92FE6" w:rsidRDefault="00A92FE6" w:rsidP="00A92FE6">
      <w:pPr>
        <w:tabs>
          <w:tab w:val="left" w:pos="426"/>
          <w:tab w:val="center" w:pos="7513"/>
        </w:tabs>
        <w:spacing w:after="120" w:line="276" w:lineRule="auto"/>
      </w:pPr>
      <w:r>
        <w:t>V ......................... dňa ................. 20.</w:t>
      </w:r>
      <w:r w:rsidR="00BB674E">
        <w:t>.</w:t>
      </w:r>
      <w:r w:rsidR="009F1546">
        <w:t xml:space="preserve">. </w:t>
      </w:r>
      <w:r w:rsidR="002D7807">
        <w:t>.</w:t>
      </w:r>
    </w:p>
    <w:p w:rsidR="00A92FE6" w:rsidRDefault="00A92FE6" w:rsidP="00A92FE6">
      <w:pPr>
        <w:tabs>
          <w:tab w:val="left" w:pos="3119"/>
          <w:tab w:val="right" w:leader="dot" w:pos="6663"/>
        </w:tabs>
        <w:spacing w:after="120" w:line="276" w:lineRule="auto"/>
      </w:pPr>
    </w:p>
    <w:p w:rsidR="00A92FE6" w:rsidRDefault="00A92FE6" w:rsidP="00A92FE6">
      <w:pPr>
        <w:tabs>
          <w:tab w:val="left" w:pos="3119"/>
          <w:tab w:val="right" w:leader="dot" w:pos="6663"/>
        </w:tabs>
        <w:spacing w:after="120" w:line="276" w:lineRule="auto"/>
      </w:pPr>
      <w:r>
        <w:t xml:space="preserve">Predseda skúšobnej komisie: </w:t>
      </w:r>
      <w:r>
        <w:tab/>
      </w:r>
      <w:r>
        <w:tab/>
      </w:r>
    </w:p>
    <w:p w:rsidR="00A92FE6" w:rsidRDefault="00A92FE6" w:rsidP="00A92FE6">
      <w:pPr>
        <w:tabs>
          <w:tab w:val="left" w:pos="3119"/>
          <w:tab w:val="right" w:leader="dot" w:pos="6663"/>
        </w:tabs>
        <w:spacing w:after="120" w:line="276" w:lineRule="auto"/>
      </w:pPr>
      <w:r>
        <w:t>Členovia skúšobnej komisie:</w:t>
      </w:r>
      <w:r>
        <w:tab/>
      </w:r>
      <w:r>
        <w:tab/>
      </w:r>
    </w:p>
    <w:p w:rsidR="00A92FE6" w:rsidRDefault="00A92FE6" w:rsidP="00A92FE6">
      <w:pPr>
        <w:tabs>
          <w:tab w:val="left" w:pos="3119"/>
          <w:tab w:val="right" w:leader="dot" w:pos="6663"/>
        </w:tabs>
        <w:spacing w:after="120" w:line="276" w:lineRule="auto"/>
      </w:pPr>
      <w:r>
        <w:tab/>
      </w:r>
      <w:r>
        <w:tab/>
      </w:r>
    </w:p>
    <w:p w:rsidR="00A92FE6" w:rsidRDefault="00A92FE6" w:rsidP="00A92FE6">
      <w:pPr>
        <w:tabs>
          <w:tab w:val="left" w:pos="3119"/>
          <w:tab w:val="right" w:leader="dot" w:pos="6663"/>
        </w:tabs>
        <w:spacing w:after="120" w:line="276" w:lineRule="auto"/>
      </w:pPr>
      <w:r>
        <w:tab/>
      </w:r>
      <w:r>
        <w:tab/>
      </w:r>
    </w:p>
    <w:p w:rsidR="0062464C" w:rsidRDefault="00A92FE6" w:rsidP="00A92FE6">
      <w:pPr>
        <w:tabs>
          <w:tab w:val="left" w:pos="3119"/>
          <w:tab w:val="right" w:leader="dot" w:pos="6663"/>
        </w:tabs>
        <w:spacing w:after="120" w:line="276" w:lineRule="auto"/>
      </w:pPr>
      <w:r>
        <w:tab/>
      </w:r>
      <w:r>
        <w:tab/>
      </w:r>
      <w:r>
        <w:tab/>
      </w:r>
      <w:r>
        <w:tab/>
        <w:t xml:space="preserve"> </w:t>
      </w:r>
    </w:p>
    <w:sectPr w:rsidR="0062464C" w:rsidSect="00266E1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19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A59" w:rsidRDefault="00611A59">
      <w:r>
        <w:separator/>
      </w:r>
    </w:p>
  </w:endnote>
  <w:endnote w:type="continuationSeparator" w:id="0">
    <w:p w:rsidR="00611A59" w:rsidRDefault="0061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Default="001E35D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D0804" w:rsidRDefault="003D080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Default="001E35D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3D0804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BB674E">
      <w:rPr>
        <w:rStyle w:val="slostrany"/>
        <w:noProof/>
      </w:rPr>
      <w:t>2</w:t>
    </w:r>
    <w:r>
      <w:rPr>
        <w:rStyle w:val="slostrany"/>
      </w:rPr>
      <w:fldChar w:fldCharType="end"/>
    </w:r>
  </w:p>
  <w:p w:rsidR="003D0804" w:rsidRDefault="003D08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A59" w:rsidRDefault="00611A59">
      <w:r>
        <w:separator/>
      </w:r>
    </w:p>
  </w:footnote>
  <w:footnote w:type="continuationSeparator" w:id="0">
    <w:p w:rsidR="00611A59" w:rsidRDefault="00611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804" w:rsidRPr="007B2F7C" w:rsidRDefault="003D0804" w:rsidP="007B2F7C">
    <w:pPr>
      <w:pStyle w:val="Hlavika"/>
    </w:pPr>
    <w:r>
      <w:t xml:space="preserve">Príloha č. </w:t>
    </w:r>
    <w:r w:rsidR="001E35DD">
      <w:fldChar w:fldCharType="begin"/>
    </w:r>
    <w:r>
      <w:instrText xml:space="preserve"> MACROBUTTON  AkcentČiarka "[vložte číslo]" </w:instrText>
    </w:r>
    <w:r w:rsidR="001E35DD">
      <w:fldChar w:fldCharType="end"/>
    </w:r>
    <w:r>
      <w:t xml:space="preserve"> k </w:t>
    </w:r>
    <w:r w:rsidR="001E35DD">
      <w:fldChar w:fldCharType="begin"/>
    </w:r>
    <w:r>
      <w:instrText xml:space="preserve"> MACROBUTTON  AkcentČiarka "[druh predpisu]" </w:instrText>
    </w:r>
    <w:r w:rsidR="001E35DD">
      <w:fldChar w:fldCharType="end"/>
    </w:r>
    <w:r>
      <w:t xml:space="preserve"> č. </w:t>
    </w:r>
    <w:r w:rsidR="001E35DD">
      <w:fldChar w:fldCharType="begin"/>
    </w:r>
    <w:r>
      <w:instrText xml:space="preserve"> MACROBUTTON  AkcentČiarka [N] </w:instrText>
    </w:r>
    <w:r w:rsidR="001E35DD">
      <w:fldChar w:fldCharType="end"/>
    </w:r>
    <w:r>
      <w:t>/</w:t>
    </w:r>
    <w:r w:rsidR="001E35DD">
      <w:fldChar w:fldCharType="begin"/>
    </w:r>
    <w:r>
      <w:instrText xml:space="preserve"> MACROBUTTON  AkcentČiarka [RRRR] </w:instrText>
    </w:r>
    <w:r w:rsidR="001E35DD">
      <w:fldChar w:fldCharType="end"/>
    </w:r>
    <w:r w:rsidR="00630D80">
      <w:t>-R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DA1" w:rsidRDefault="00BC31CF" w:rsidP="00D11DA1">
    <w:pPr>
      <w:pStyle w:val="Hlavika"/>
    </w:pPr>
    <w:r>
      <w:t>Príloha č.</w:t>
    </w:r>
    <w:r w:rsidR="00065115">
      <w:t xml:space="preserve">4 </w:t>
    </w:r>
    <w:r>
      <w:t>k</w:t>
    </w:r>
    <w:r w:rsidR="00D11DA1">
      <w:t xml:space="preserve"> Smernici č. </w:t>
    </w:r>
    <w:r w:rsidR="00C968F6">
      <w:t>13</w:t>
    </w:r>
    <w:r w:rsidR="00D11DA1">
      <w:t>/2024</w:t>
    </w:r>
  </w:p>
  <w:p w:rsidR="00B34558" w:rsidRPr="00BC31CF" w:rsidRDefault="00D11DA1" w:rsidP="00D11DA1">
    <w:pPr>
      <w:pStyle w:val="Hlavika"/>
    </w:pPr>
    <w:r>
      <w:t>o overovaní odbornej spôsobilosti žiakov stredných odborných škôl na vykonávanie činnosti na technických zariadeniach elektrických ako elektrotechnik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55101"/>
    <w:multiLevelType w:val="hybridMultilevel"/>
    <w:tmpl w:val="04FA54D0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E1A5E26"/>
    <w:multiLevelType w:val="multilevel"/>
    <w:tmpl w:val="D03895FE"/>
    <w:lvl w:ilvl="0">
      <w:start w:val="1"/>
      <w:numFmt w:val="decimal"/>
      <w:suff w:val="space"/>
      <w:lvlText w:val="(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47"/>
    <w:rsid w:val="000179D2"/>
    <w:rsid w:val="0005248B"/>
    <w:rsid w:val="00065115"/>
    <w:rsid w:val="00090CA9"/>
    <w:rsid w:val="000B453F"/>
    <w:rsid w:val="000C2FD8"/>
    <w:rsid w:val="00117648"/>
    <w:rsid w:val="001E35DD"/>
    <w:rsid w:val="001F40E5"/>
    <w:rsid w:val="00266E14"/>
    <w:rsid w:val="00274BC5"/>
    <w:rsid w:val="002962BB"/>
    <w:rsid w:val="002B4647"/>
    <w:rsid w:val="002D6F54"/>
    <w:rsid w:val="002D7807"/>
    <w:rsid w:val="003257D3"/>
    <w:rsid w:val="003550E2"/>
    <w:rsid w:val="0037394A"/>
    <w:rsid w:val="003C687B"/>
    <w:rsid w:val="003D0804"/>
    <w:rsid w:val="0045392F"/>
    <w:rsid w:val="00510FF9"/>
    <w:rsid w:val="00590DF9"/>
    <w:rsid w:val="005A287F"/>
    <w:rsid w:val="006035DB"/>
    <w:rsid w:val="00611338"/>
    <w:rsid w:val="00611A59"/>
    <w:rsid w:val="0062464C"/>
    <w:rsid w:val="00630D80"/>
    <w:rsid w:val="00644663"/>
    <w:rsid w:val="006D745E"/>
    <w:rsid w:val="006E6C8D"/>
    <w:rsid w:val="007B2F7C"/>
    <w:rsid w:val="007D7BE9"/>
    <w:rsid w:val="008507F5"/>
    <w:rsid w:val="008B3E06"/>
    <w:rsid w:val="008F3B21"/>
    <w:rsid w:val="00927BC0"/>
    <w:rsid w:val="009346AD"/>
    <w:rsid w:val="00955768"/>
    <w:rsid w:val="00960BD9"/>
    <w:rsid w:val="009F1546"/>
    <w:rsid w:val="00A14CF3"/>
    <w:rsid w:val="00A21E31"/>
    <w:rsid w:val="00A92FE6"/>
    <w:rsid w:val="00AE283E"/>
    <w:rsid w:val="00B34558"/>
    <w:rsid w:val="00BB674E"/>
    <w:rsid w:val="00BB76BE"/>
    <w:rsid w:val="00BC31CF"/>
    <w:rsid w:val="00C37850"/>
    <w:rsid w:val="00C74367"/>
    <w:rsid w:val="00C83FF2"/>
    <w:rsid w:val="00C968F6"/>
    <w:rsid w:val="00CF0FF6"/>
    <w:rsid w:val="00D11DA1"/>
    <w:rsid w:val="00D35ABD"/>
    <w:rsid w:val="00D93AD1"/>
    <w:rsid w:val="00DE17A8"/>
    <w:rsid w:val="00DE5FC4"/>
    <w:rsid w:val="00DF49CF"/>
    <w:rsid w:val="00DF5122"/>
    <w:rsid w:val="00E14935"/>
    <w:rsid w:val="00E223D7"/>
    <w:rsid w:val="00E6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7C7C13DE-A874-4353-A662-D8E26806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E35DD"/>
    <w:pPr>
      <w:jc w:val="both"/>
    </w:pPr>
    <w:rPr>
      <w:color w:val="000000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266E14"/>
    <w:pPr>
      <w:spacing w:before="240" w:after="12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1E35DD"/>
    <w:pPr>
      <w:keepNext/>
      <w:spacing w:before="240" w:after="12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qFormat/>
    <w:rsid w:val="001E35DD"/>
    <w:pPr>
      <w:keepNext/>
      <w:spacing w:before="120" w:after="60"/>
      <w:jc w:val="left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266E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9">
    <w:name w:val="heading 9"/>
    <w:basedOn w:val="Normlny"/>
    <w:next w:val="Normlny"/>
    <w:link w:val="Nadpis9Char"/>
    <w:uiPriority w:val="9"/>
    <w:qFormat/>
    <w:rsid w:val="001E35D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1E35DD"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1E35DD"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1E35DD"/>
    <w:rPr>
      <w:rFonts w:asciiTheme="majorHAnsi" w:eastAsiaTheme="majorEastAsia" w:hAnsiTheme="majorHAnsi" w:cs="Times New Roman"/>
      <w:b/>
      <w:bCs/>
      <w:color w:val="000000"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sid w:val="001E35DD"/>
    <w:rPr>
      <w:rFonts w:asciiTheme="minorHAnsi" w:eastAsiaTheme="minorEastAsia" w:hAnsiTheme="minorHAnsi" w:cs="Times New Roman"/>
      <w:b/>
      <w:bCs/>
      <w:color w:val="000000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uiPriority w:val="9"/>
    <w:semiHidden/>
    <w:locked/>
    <w:rsid w:val="001E35DD"/>
    <w:rPr>
      <w:rFonts w:asciiTheme="majorHAnsi" w:eastAsiaTheme="majorEastAsia" w:hAnsiTheme="majorHAnsi" w:cs="Times New Roman"/>
      <w:color w:val="000000"/>
      <w:sz w:val="22"/>
      <w:szCs w:val="22"/>
      <w:lang w:eastAsia="cs-CZ"/>
    </w:rPr>
  </w:style>
  <w:style w:type="paragraph" w:styleId="Hlavika">
    <w:name w:val="header"/>
    <w:basedOn w:val="Normlny"/>
    <w:link w:val="HlavikaChar"/>
    <w:uiPriority w:val="99"/>
    <w:rsid w:val="007B2F7C"/>
    <w:pPr>
      <w:pBdr>
        <w:bottom w:val="single" w:sz="4" w:space="1" w:color="auto"/>
      </w:pBdr>
      <w:tabs>
        <w:tab w:val="center" w:pos="4536"/>
        <w:tab w:val="right" w:pos="9072"/>
      </w:tabs>
      <w:jc w:val="center"/>
    </w:pPr>
    <w:rPr>
      <w:i/>
    </w:r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1E35DD"/>
    <w:rPr>
      <w:rFonts w:cs="Times New Roman"/>
      <w:color w:val="000000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1E35D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1E35DD"/>
    <w:rPr>
      <w:rFonts w:cs="Times New Roman"/>
      <w:color w:val="000000"/>
      <w:sz w:val="24"/>
      <w:szCs w:val="24"/>
      <w:lang w:eastAsia="cs-CZ"/>
    </w:rPr>
  </w:style>
  <w:style w:type="character" w:styleId="slostrany">
    <w:name w:val="page number"/>
    <w:basedOn w:val="Predvolenpsmoodseku"/>
    <w:uiPriority w:val="99"/>
    <w:rsid w:val="001E35DD"/>
    <w:rPr>
      <w:rFonts w:cs="Times New Roman"/>
    </w:rPr>
  </w:style>
  <w:style w:type="character" w:styleId="Hypertextovprepojenie">
    <w:name w:val="Hyperlink"/>
    <w:basedOn w:val="Predvolenpsmoodseku"/>
    <w:uiPriority w:val="99"/>
    <w:rsid w:val="00266E14"/>
    <w:rPr>
      <w:rFonts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67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BB674E"/>
    <w:rPr>
      <w:rFonts w:ascii="Tahoma" w:hAnsi="Tahoma" w:cs="Tahoma"/>
      <w:color w:val="000000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8-2004-I-priloha-c-3-sablona%20na%20pisanie%20priloh%20k%20predpisom%20MS%20SR%20v%20MS%20Word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451CC-0185-415F-A8DA-2FD108E9E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8-2004-I-priloha-c-3-sablona na pisanie priloh k predpisom MS SR v MS Word</Template>
  <TotalTime>0</TotalTime>
  <Pages>1</Pages>
  <Words>151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Zxczxc</vt:lpstr>
    </vt:vector>
  </TitlesOfParts>
  <Company>FEI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Zxczxc</dc:title>
  <dc:creator>Karol Bergmann</dc:creator>
  <cp:lastModifiedBy>Jurkovičová Anna</cp:lastModifiedBy>
  <cp:revision>2</cp:revision>
  <cp:lastPrinted>2010-03-15T09:05:00Z</cp:lastPrinted>
  <dcterms:created xsi:type="dcterms:W3CDTF">2024-05-21T06:52:00Z</dcterms:created>
  <dcterms:modified xsi:type="dcterms:W3CDTF">2024-05-21T06:52:00Z</dcterms:modified>
</cp:coreProperties>
</file>